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FE45A" w14:textId="77777777" w:rsidR="00CA1F3F" w:rsidRPr="00561165" w:rsidRDefault="00CA1F3F" w:rsidP="00CA1F3F">
      <w:pPr>
        <w:pStyle w:val="Nadpis1"/>
        <w:spacing w:before="0"/>
        <w:rPr>
          <w:sz w:val="32"/>
          <w:szCs w:val="32"/>
        </w:rPr>
      </w:pPr>
      <w:r>
        <w:rPr>
          <w:sz w:val="32"/>
          <w:szCs w:val="32"/>
        </w:rPr>
        <w:t xml:space="preserve">Technické požadavky </w:t>
      </w:r>
    </w:p>
    <w:p w14:paraId="588D1BEF" w14:textId="77777777" w:rsidR="00413E5D" w:rsidRDefault="00413E5D" w:rsidP="00413E5D"/>
    <w:p w14:paraId="38757FCF" w14:textId="77777777" w:rsidR="00413E5D" w:rsidRDefault="00413E5D" w:rsidP="00413E5D">
      <w:pPr>
        <w:pStyle w:val="Nadpis2"/>
        <w:spacing w:before="0"/>
      </w:pPr>
      <w:r>
        <w:t>1. Požadavek</w:t>
      </w:r>
    </w:p>
    <w:p w14:paraId="0EB4F5D4" w14:textId="2418FF95" w:rsidR="00413E5D" w:rsidRPr="008A5CDC" w:rsidRDefault="00413E5D" w:rsidP="00381A09">
      <w:pPr>
        <w:pStyle w:val="Odstavecseseznamem"/>
        <w:numPr>
          <w:ilvl w:val="0"/>
          <w:numId w:val="11"/>
        </w:numPr>
        <w:jc w:val="both"/>
      </w:pPr>
      <w:r w:rsidRPr="008A5CDC">
        <w:t xml:space="preserve">Základním požadavkem akce: </w:t>
      </w:r>
      <w:r w:rsidR="00381A09" w:rsidRPr="00381A09">
        <w:rPr>
          <w:b/>
        </w:rPr>
        <w:t>Nákup techniky pro údržbu železničního svršku 2023</w:t>
      </w:r>
      <w:r w:rsidR="00381A09">
        <w:rPr>
          <w:b/>
        </w:rPr>
        <w:t xml:space="preserve"> </w:t>
      </w:r>
      <w:r w:rsidR="000F41C7" w:rsidRPr="008A5CDC">
        <w:t xml:space="preserve">je nákup </w:t>
      </w:r>
      <w:r w:rsidR="00F9788F" w:rsidRPr="008A5CDC">
        <w:t>stroj</w:t>
      </w:r>
      <w:r w:rsidR="008A5CDC" w:rsidRPr="008A5CDC">
        <w:t>ů</w:t>
      </w:r>
      <w:r w:rsidR="00F9788F" w:rsidRPr="008A5CDC">
        <w:t xml:space="preserve"> </w:t>
      </w:r>
      <w:r w:rsidR="00152480" w:rsidRPr="008A5CDC">
        <w:t xml:space="preserve">a </w:t>
      </w:r>
      <w:r w:rsidR="00054E07">
        <w:t>zařízení</w:t>
      </w:r>
      <w:r w:rsidR="00152480" w:rsidRPr="008A5CDC">
        <w:t xml:space="preserve"> </w:t>
      </w:r>
      <w:r w:rsidR="00F9788F" w:rsidRPr="008A5CDC">
        <w:t>určen</w:t>
      </w:r>
      <w:r w:rsidR="00E55D97" w:rsidRPr="008A5CDC">
        <w:t>ého</w:t>
      </w:r>
      <w:r w:rsidRPr="008A5CDC">
        <w:t xml:space="preserve"> </w:t>
      </w:r>
      <w:r w:rsidR="000A290F" w:rsidRPr="008A5CDC">
        <w:t xml:space="preserve">pro potřebu správy tratí </w:t>
      </w:r>
      <w:r w:rsidRPr="008A5CDC">
        <w:t>při údržbě dr</w:t>
      </w:r>
      <w:r w:rsidR="000F41C7" w:rsidRPr="008A5CDC">
        <w:t>ážního tělesa</w:t>
      </w:r>
      <w:r w:rsidR="00E55D97" w:rsidRPr="008A5CDC">
        <w:t xml:space="preserve"> </w:t>
      </w:r>
      <w:r w:rsidRPr="008A5CDC">
        <w:t>za účelem zajištění provozuschopnosti železniční infrastruktury zadavatele</w:t>
      </w:r>
      <w:r w:rsidR="00E55D97" w:rsidRPr="008A5CDC">
        <w:t>;</w:t>
      </w:r>
    </w:p>
    <w:p w14:paraId="06727756" w14:textId="6B9780CD" w:rsidR="00CD3E6B" w:rsidRPr="008A5CDC" w:rsidRDefault="00CD3E6B" w:rsidP="00413E5D">
      <w:pPr>
        <w:pStyle w:val="Odstavecseseznamem"/>
        <w:numPr>
          <w:ilvl w:val="0"/>
          <w:numId w:val="11"/>
        </w:numPr>
        <w:jc w:val="both"/>
      </w:pPr>
      <w:r w:rsidRPr="008A5CDC">
        <w:t>Nabízen</w:t>
      </w:r>
      <w:r w:rsidR="008A5CDC" w:rsidRPr="008A5CDC">
        <w:t>é</w:t>
      </w:r>
      <w:r w:rsidRPr="008A5CDC">
        <w:t xml:space="preserve"> (dodávan</w:t>
      </w:r>
      <w:r w:rsidR="008A5CDC" w:rsidRPr="008A5CDC">
        <w:t>é</w:t>
      </w:r>
      <w:r w:rsidRPr="008A5CDC">
        <w:t>) stroj</w:t>
      </w:r>
      <w:r w:rsidR="008A5CDC" w:rsidRPr="008A5CDC">
        <w:t>e</w:t>
      </w:r>
      <w:r w:rsidRPr="008A5CDC">
        <w:t xml:space="preserve"> požaduje zadavatel zakázky nov</w:t>
      </w:r>
      <w:r w:rsidR="008A5CDC" w:rsidRPr="008A5CDC">
        <w:t>é</w:t>
      </w:r>
      <w:r w:rsidRPr="008A5CDC">
        <w:t xml:space="preserve"> a nepoužit</w:t>
      </w:r>
      <w:r w:rsidR="008A5CDC" w:rsidRPr="008A5CDC">
        <w:t>é</w:t>
      </w:r>
      <w:r w:rsidRPr="008A5CDC">
        <w:t>. Nepřipouští se nabídka použit</w:t>
      </w:r>
      <w:r w:rsidR="008A5CDC" w:rsidRPr="008A5CDC">
        <w:t>ých</w:t>
      </w:r>
      <w:r w:rsidRPr="008A5CDC">
        <w:t>, případně „předváděcí</w:t>
      </w:r>
      <w:r w:rsidR="008A5CDC" w:rsidRPr="008A5CDC">
        <w:t>ch</w:t>
      </w:r>
      <w:r w:rsidRPr="008A5CDC">
        <w:t>“ stro</w:t>
      </w:r>
      <w:r w:rsidR="008A5CDC" w:rsidRPr="008A5CDC">
        <w:t>jů</w:t>
      </w:r>
      <w:r w:rsidRPr="008A5CDC">
        <w:t>“</w:t>
      </w:r>
      <w:r w:rsidR="00246C81">
        <w:t>.</w:t>
      </w:r>
    </w:p>
    <w:p w14:paraId="38C05063" w14:textId="208DBE6A" w:rsidR="00C233B5" w:rsidRPr="00F315B2" w:rsidRDefault="00413E5D" w:rsidP="00F315B2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DD28CC">
        <w:rPr>
          <w:color w:val="00B0F0"/>
        </w:rPr>
        <w:t xml:space="preserve"> stroj</w:t>
      </w:r>
      <w:r w:rsidR="00C233B5">
        <w:rPr>
          <w:color w:val="00B0F0"/>
        </w:rPr>
        <w:t>ů</w:t>
      </w:r>
    </w:p>
    <w:p w14:paraId="4B23496C" w14:textId="5B5EE57C" w:rsidR="00C233B5" w:rsidRPr="00246C81" w:rsidRDefault="00246C81" w:rsidP="002F52DB">
      <w:pPr>
        <w:pStyle w:val="Odstavecseseznamem"/>
        <w:numPr>
          <w:ilvl w:val="0"/>
          <w:numId w:val="10"/>
        </w:numPr>
        <w:jc w:val="both"/>
      </w:pPr>
      <w:r w:rsidRPr="00246C81">
        <w:t>2</w:t>
      </w:r>
      <w:r w:rsidR="00C233B5" w:rsidRPr="00246C81">
        <w:t xml:space="preserve">x </w:t>
      </w:r>
      <w:r w:rsidRPr="00246C81">
        <w:t>univerzální zatáčečka</w:t>
      </w:r>
      <w:r w:rsidR="00C233B5" w:rsidRPr="00246C81">
        <w:t>;</w:t>
      </w:r>
    </w:p>
    <w:p w14:paraId="141CA26F" w14:textId="53F43526" w:rsidR="00C233B5" w:rsidRPr="00170604" w:rsidRDefault="00246C81" w:rsidP="00964AD3">
      <w:pPr>
        <w:pStyle w:val="Odstavecseseznamem"/>
        <w:numPr>
          <w:ilvl w:val="0"/>
          <w:numId w:val="10"/>
        </w:numPr>
        <w:jc w:val="both"/>
      </w:pPr>
      <w:r w:rsidRPr="00170604">
        <w:t>3</w:t>
      </w:r>
      <w:r w:rsidR="00C233B5" w:rsidRPr="00170604">
        <w:t xml:space="preserve">x </w:t>
      </w:r>
      <w:r w:rsidRPr="00170604">
        <w:t xml:space="preserve">modulární bruska </w:t>
      </w:r>
      <w:r w:rsidR="00E3633B" w:rsidRPr="00170604">
        <w:t xml:space="preserve">kolejnic a </w:t>
      </w:r>
      <w:r w:rsidRPr="00170604">
        <w:t>výhybek</w:t>
      </w:r>
      <w:r w:rsidR="00E3633B" w:rsidRPr="00170604">
        <w:t xml:space="preserve"> pro rozchod kolejí 1.435 mm</w:t>
      </w:r>
      <w:r w:rsidRPr="00170604">
        <w:t>.</w:t>
      </w:r>
    </w:p>
    <w:p w14:paraId="73C3DDB6" w14:textId="3BBC26FF" w:rsidR="005702D6" w:rsidRDefault="0008575D" w:rsidP="005702D6">
      <w:pPr>
        <w:pStyle w:val="Nadpis2"/>
        <w:spacing w:before="0"/>
      </w:pPr>
      <w:r>
        <w:t xml:space="preserve">3. Požadovaná dokumentace a </w:t>
      </w:r>
      <w:r w:rsidR="005702D6">
        <w:t>služby</w:t>
      </w:r>
      <w:r>
        <w:t xml:space="preserve"> po dobu záruční lhůty</w:t>
      </w:r>
    </w:p>
    <w:p w14:paraId="21158769" w14:textId="0213B1E5" w:rsidR="0080101E" w:rsidRDefault="005702D6" w:rsidP="005702D6">
      <w:pPr>
        <w:pStyle w:val="Odstavecseseznamem"/>
        <w:numPr>
          <w:ilvl w:val="0"/>
          <w:numId w:val="12"/>
        </w:numPr>
      </w:pPr>
      <w:r w:rsidRPr="00E1776D">
        <w:t>Dodací list</w:t>
      </w:r>
      <w:r w:rsidR="00306842" w:rsidRPr="00E1776D">
        <w:t xml:space="preserve"> a</w:t>
      </w:r>
      <w:r w:rsidR="001B1147" w:rsidRPr="00E1776D">
        <w:t xml:space="preserve"> </w:t>
      </w:r>
      <w:r w:rsidR="000A290F" w:rsidRPr="00E1776D">
        <w:t>záruční list stroj</w:t>
      </w:r>
      <w:r w:rsidR="00E1776D" w:rsidRPr="00E1776D">
        <w:t>ů</w:t>
      </w:r>
      <w:r w:rsidR="0080101E">
        <w:t>;</w:t>
      </w:r>
    </w:p>
    <w:p w14:paraId="5624021F" w14:textId="0D4F01D0" w:rsidR="005702D6" w:rsidRPr="00E1776D" w:rsidRDefault="005702D6" w:rsidP="005702D6">
      <w:pPr>
        <w:pStyle w:val="Odstavecseseznamem"/>
        <w:numPr>
          <w:ilvl w:val="0"/>
          <w:numId w:val="12"/>
        </w:numPr>
      </w:pPr>
      <w:r w:rsidRPr="00E1776D">
        <w:t>Návod k</w:t>
      </w:r>
      <w:r w:rsidR="00306842" w:rsidRPr="00E1776D">
        <w:t> použití,</w:t>
      </w:r>
      <w:r w:rsidR="001B1147" w:rsidRPr="00E1776D">
        <w:t xml:space="preserve"> údržbě a</w:t>
      </w:r>
      <w:r w:rsidR="000A290F" w:rsidRPr="00E1776D">
        <w:t xml:space="preserve"> obsluze</w:t>
      </w:r>
      <w:r w:rsidR="001B1147" w:rsidRPr="00E1776D">
        <w:t xml:space="preserve"> </w:t>
      </w:r>
      <w:r w:rsidR="00C233B5" w:rsidRPr="00E1776D">
        <w:t xml:space="preserve">ke každému </w:t>
      </w:r>
      <w:r w:rsidR="000A290F" w:rsidRPr="00E1776D">
        <w:t>stroj</w:t>
      </w:r>
      <w:r w:rsidR="00C233B5" w:rsidRPr="00E1776D">
        <w:t>i</w:t>
      </w:r>
      <w:r w:rsidR="0080101E">
        <w:t xml:space="preserve"> včetně příslušenství</w:t>
      </w:r>
      <w:r w:rsidR="00A670F9" w:rsidRPr="00E1776D">
        <w:t>;</w:t>
      </w:r>
    </w:p>
    <w:p w14:paraId="3E7233A2" w14:textId="1B3FEC51" w:rsidR="005702D6" w:rsidRPr="00E1776D" w:rsidRDefault="005702D6" w:rsidP="005702D6">
      <w:pPr>
        <w:pStyle w:val="Odstavecseseznamem"/>
        <w:numPr>
          <w:ilvl w:val="0"/>
          <w:numId w:val="12"/>
        </w:numPr>
      </w:pPr>
      <w:r w:rsidRPr="00E1776D">
        <w:t xml:space="preserve">Prohlášení o shodě </w:t>
      </w:r>
      <w:r w:rsidR="00C233B5" w:rsidRPr="00E1776D">
        <w:t xml:space="preserve">všech dodaných </w:t>
      </w:r>
      <w:r w:rsidRPr="00E1776D">
        <w:t>výrobku</w:t>
      </w:r>
      <w:r w:rsidR="00A670F9" w:rsidRPr="00E1776D">
        <w:t>;</w:t>
      </w:r>
    </w:p>
    <w:p w14:paraId="3E33958F" w14:textId="050254B0" w:rsidR="00306842" w:rsidRPr="00E1776D" w:rsidRDefault="001B1147" w:rsidP="005702D6">
      <w:pPr>
        <w:pStyle w:val="Odstavecseseznamem"/>
        <w:numPr>
          <w:ilvl w:val="0"/>
          <w:numId w:val="12"/>
        </w:numPr>
      </w:pPr>
      <w:r w:rsidRPr="00E1776D">
        <w:t>Zaškolení obsluhy pro bezpečnou obsluhu a údržbu výrobku</w:t>
      </w:r>
      <w:r w:rsidR="00C30C0F" w:rsidRPr="00E1776D">
        <w:t xml:space="preserve"> u objednatele</w:t>
      </w:r>
      <w:r w:rsidR="00A670F9" w:rsidRPr="00E1776D">
        <w:t>;</w:t>
      </w:r>
    </w:p>
    <w:p w14:paraId="5BFD6245" w14:textId="2318AF1B" w:rsidR="005702D6" w:rsidRPr="00E1776D" w:rsidRDefault="00306842" w:rsidP="005702D6">
      <w:pPr>
        <w:pStyle w:val="Odstavecseseznamem"/>
        <w:numPr>
          <w:ilvl w:val="0"/>
          <w:numId w:val="12"/>
        </w:numPr>
      </w:pPr>
      <w:r w:rsidRPr="00E1776D">
        <w:t>Záruka na jakost po dobu minimálně 24 měsíců</w:t>
      </w:r>
      <w:r w:rsidR="00A670F9" w:rsidRPr="00E1776D">
        <w:t>;</w:t>
      </w:r>
    </w:p>
    <w:p w14:paraId="53DCF75C" w14:textId="34F5D9A0" w:rsidR="002F52DB" w:rsidRPr="002F52DB" w:rsidRDefault="002F52DB" w:rsidP="002F52DB">
      <w:pPr>
        <w:pStyle w:val="Nadpis2"/>
      </w:pPr>
      <w:r>
        <w:t>4. Technická specifikace</w:t>
      </w:r>
      <w:r w:rsidR="00961FBA">
        <w:t>, pokyny k vyplnění</w:t>
      </w:r>
    </w:p>
    <w:p w14:paraId="6BAFED09" w14:textId="77777777" w:rsidR="005F3697" w:rsidRPr="002E046A" w:rsidRDefault="005F3697" w:rsidP="005F3697">
      <w:pPr>
        <w:pStyle w:val="Odstavecseseznamem"/>
        <w:numPr>
          <w:ilvl w:val="0"/>
          <w:numId w:val="14"/>
        </w:numPr>
        <w:jc w:val="both"/>
        <w:rPr>
          <w:color w:val="00B0F0"/>
          <w:sz w:val="24"/>
          <w:szCs w:val="24"/>
        </w:rPr>
      </w:pPr>
      <w:r w:rsidRPr="002E046A">
        <w:t xml:space="preserve">Dodavatel </w:t>
      </w:r>
      <w:r w:rsidRPr="00E73A03">
        <w:rPr>
          <w:b/>
          <w:bCs/>
        </w:rPr>
        <w:t>doplní v úvodu model (typ) výrobků</w:t>
      </w:r>
    </w:p>
    <w:p w14:paraId="572570BF" w14:textId="77777777" w:rsidR="005F3697" w:rsidRDefault="005F3697" w:rsidP="005F3697">
      <w:pPr>
        <w:pStyle w:val="Odstavecseseznamem"/>
        <w:numPr>
          <w:ilvl w:val="0"/>
          <w:numId w:val="13"/>
        </w:numPr>
      </w:pPr>
      <w:r>
        <w:t xml:space="preserve">Dodavatel </w:t>
      </w:r>
      <w:r w:rsidRPr="00E73A03">
        <w:rPr>
          <w:b/>
          <w:bCs/>
        </w:rPr>
        <w:t>uvede u číselných hodnot přesnou hodnotu</w:t>
      </w:r>
      <w:r>
        <w:rPr>
          <w:b/>
          <w:bCs/>
        </w:rPr>
        <w:t xml:space="preserve"> </w:t>
      </w:r>
      <w:r>
        <w:t xml:space="preserve">myšleno parametry nabízeného modelu), </w:t>
      </w:r>
      <w:r w:rsidRPr="00E73A03">
        <w:rPr>
          <w:b/>
          <w:bCs/>
        </w:rPr>
        <w:t>u ostatních údajů</w:t>
      </w:r>
      <w:r>
        <w:t xml:space="preserve"> účastník </w:t>
      </w:r>
      <w:r w:rsidRPr="00E73A03">
        <w:rPr>
          <w:b/>
          <w:bCs/>
        </w:rPr>
        <w:t>uvede ANO/NE</w:t>
      </w:r>
      <w:r>
        <w:t>, zda splňuje / nesplňuje požadavek zadavatele</w:t>
      </w:r>
      <w:r>
        <w:tab/>
      </w:r>
      <w:r>
        <w:tab/>
      </w:r>
    </w:p>
    <w:p w14:paraId="5263409A" w14:textId="77777777" w:rsidR="005F3697" w:rsidRPr="002741EA" w:rsidRDefault="005F3697" w:rsidP="005F3697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t>Uvedené parametry a výbava jsou minimálními požadavky zadavatele, jejich nesplnění (nižší hodnota, nebo odpověď NE) je nesplněním zadávacích podmínek.</w:t>
      </w:r>
    </w:p>
    <w:p w14:paraId="44B23F64" w14:textId="77777777" w:rsidR="005F3697" w:rsidRPr="009F3142" w:rsidRDefault="005F3697" w:rsidP="005F3697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t>V případě požadavku na více než 1ks u stejného výrobku (viz oddíl 2 Specifikace strojů) musí model (typ) výrobku být totožný pro všechny požadované kusy</w:t>
      </w:r>
      <w:r w:rsidRPr="00C233B5">
        <w:t>.</w:t>
      </w:r>
    </w:p>
    <w:p w14:paraId="0C8013F1" w14:textId="77777777" w:rsidR="009F3142" w:rsidRDefault="009F3142" w:rsidP="009F3142">
      <w:pPr>
        <w:jc w:val="both"/>
        <w:rPr>
          <w:b/>
        </w:rPr>
      </w:pPr>
    </w:p>
    <w:p w14:paraId="71E42D4D" w14:textId="77777777" w:rsidR="00E3633B" w:rsidRDefault="00E3633B" w:rsidP="009F3142">
      <w:pPr>
        <w:jc w:val="both"/>
        <w:rPr>
          <w:b/>
        </w:rPr>
      </w:pPr>
    </w:p>
    <w:p w14:paraId="181ACA0F" w14:textId="77777777" w:rsidR="00153C13" w:rsidRDefault="00153C13" w:rsidP="009F3142">
      <w:pPr>
        <w:jc w:val="both"/>
        <w:rPr>
          <w:b/>
        </w:rPr>
      </w:pPr>
    </w:p>
    <w:p w14:paraId="490CDC33" w14:textId="77777777" w:rsidR="00CB10D4" w:rsidRDefault="00CB10D4" w:rsidP="00EB2B45">
      <w:pPr>
        <w:jc w:val="both"/>
        <w:rPr>
          <w:b/>
        </w:rPr>
      </w:pPr>
    </w:p>
    <w:p w14:paraId="2361EC2A" w14:textId="77777777" w:rsidR="00170604" w:rsidRDefault="00170604" w:rsidP="00EB2B45">
      <w:pPr>
        <w:jc w:val="both"/>
        <w:rPr>
          <w:b/>
        </w:rPr>
      </w:pPr>
    </w:p>
    <w:tbl>
      <w:tblPr>
        <w:tblW w:w="8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0"/>
        <w:gridCol w:w="1780"/>
        <w:gridCol w:w="2560"/>
      </w:tblGrid>
      <w:tr w:rsidR="00170604" w:rsidRPr="00170604" w14:paraId="25B24EE1" w14:textId="77777777" w:rsidTr="00170604">
        <w:trPr>
          <w:trHeight w:val="1350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15924509" w14:textId="77777777" w:rsidR="00170604" w:rsidRPr="00170604" w:rsidRDefault="00170604" w:rsidP="001706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UNIVERZÁLNÍ ZATÁČEČKA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276F28B0" w14:textId="77777777" w:rsidR="00170604" w:rsidRPr="00170604" w:rsidRDefault="00170604" w:rsidP="001706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6E78A72D" w14:textId="77777777" w:rsidR="00170604" w:rsidRPr="00170604" w:rsidRDefault="00170604" w:rsidP="001706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PARAMETRY NABÍZENÉHO VÝROBKU (uchazeč vyplní hodnoty, případně ANO / NE)</w:t>
            </w:r>
          </w:p>
        </w:tc>
      </w:tr>
      <w:tr w:rsidR="005F3697" w:rsidRPr="00170604" w14:paraId="2B3506A7" w14:textId="77777777" w:rsidTr="005F3697">
        <w:trPr>
          <w:trHeight w:val="35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4488C602" w14:textId="77777777" w:rsidR="005F3697" w:rsidRPr="00170604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VÝROBEK: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12460" w14:textId="77777777" w:rsidR="005F3697" w:rsidRPr="00170604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8"/>
                <w:szCs w:val="28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b/>
                <w:bCs/>
                <w:color w:val="FFFFFF"/>
                <w:sz w:val="28"/>
                <w:szCs w:val="28"/>
                <w:lang w:eastAsia="cs-CZ"/>
              </w:rPr>
              <w:t>------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D550F" w14:textId="419375A7" w:rsidR="005F3697" w:rsidRPr="00170604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24112">
              <w:rPr>
                <w:b/>
                <w:bCs/>
              </w:rPr>
              <w:t>"[</w:t>
            </w:r>
            <w:r w:rsidRPr="00F24112">
              <w:rPr>
                <w:b/>
                <w:bCs/>
                <w:highlight w:val="yellow"/>
              </w:rPr>
              <w:t>VLOŽÍ PRODÁVAJÍCÍ</w:t>
            </w:r>
            <w:r w:rsidRPr="00F24112">
              <w:rPr>
                <w:b/>
                <w:bCs/>
              </w:rPr>
              <w:t>]"</w:t>
            </w:r>
          </w:p>
        </w:tc>
      </w:tr>
      <w:tr w:rsidR="005F3697" w:rsidRPr="00170604" w14:paraId="5B333AFF" w14:textId="77777777" w:rsidTr="00653169">
        <w:trPr>
          <w:trHeight w:val="54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C4D0538" w14:textId="77777777" w:rsidR="005F3697" w:rsidRPr="00170604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Univerzální zatáčečka pro utahování i povolování matic a vrtulí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CDF2F0" w14:textId="77777777" w:rsidR="005F3697" w:rsidRPr="00170604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DA080" w14:textId="3EC5CD51" w:rsidR="005F3697" w:rsidRPr="005F3697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5F3697" w:rsidRPr="00170604" w14:paraId="7B24B99A" w14:textId="77777777" w:rsidTr="00653169">
        <w:trPr>
          <w:trHeight w:val="27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576B2313" w14:textId="155259F1" w:rsidR="005F3697" w:rsidRPr="00170604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Pohon 4taktním spalovacím motorem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2D72F5" w14:textId="77777777" w:rsidR="005F3697" w:rsidRPr="00170604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FFFCA" w14:textId="6ECCEFF3" w:rsidR="005F3697" w:rsidRPr="005F3697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5F3697" w:rsidRPr="00170604" w14:paraId="232178B1" w14:textId="77777777" w:rsidTr="00653169">
        <w:trPr>
          <w:trHeight w:val="27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4AF14540" w14:textId="77777777" w:rsidR="005F3697" w:rsidRPr="00170604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Výkon motoru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FA8F47" w14:textId="77777777" w:rsidR="005F3697" w:rsidRPr="00170604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4,25 kW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76744" w14:textId="6A6674AD" w:rsidR="005F3697" w:rsidRPr="005F3697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5F3697" w:rsidRPr="00170604" w14:paraId="5A3387AD" w14:textId="77777777" w:rsidTr="00653169">
        <w:trPr>
          <w:trHeight w:val="27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561FE1BC" w14:textId="77777777" w:rsidR="005F3697" w:rsidRPr="00170604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Mechanický přenos kroutícího momentu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23D56C" w14:textId="77777777" w:rsidR="005F3697" w:rsidRPr="00170604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F47D5" w14:textId="79509313" w:rsidR="005F3697" w:rsidRPr="005F3697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5F3697" w:rsidRPr="00170604" w14:paraId="72D3AC59" w14:textId="77777777" w:rsidTr="00653169">
        <w:trPr>
          <w:trHeight w:val="27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05E8D4C3" w14:textId="77777777" w:rsidR="005F3697" w:rsidRPr="00170604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Převodovka dvou-stupňová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36F94E" w14:textId="77777777" w:rsidR="005F3697" w:rsidRPr="00170604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71594" w14:textId="304C862A" w:rsidR="005F3697" w:rsidRPr="005F3697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5F3697" w:rsidRPr="00170604" w14:paraId="3C4162B1" w14:textId="77777777" w:rsidTr="00653169">
        <w:trPr>
          <w:trHeight w:val="54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3D87CD84" w14:textId="77777777" w:rsidR="005F3697" w:rsidRPr="00170604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Elektronicky nastavitelný kroutící moment pro dotahování matic a vrtulí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E40C1C" w14:textId="77777777" w:rsidR="005F3697" w:rsidRPr="00170604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148C4" w14:textId="2CF39E5A" w:rsidR="005F3697" w:rsidRPr="005F3697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5F3697" w:rsidRPr="00170604" w14:paraId="607277CC" w14:textId="77777777" w:rsidTr="00653169">
        <w:trPr>
          <w:trHeight w:val="27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373F1D3" w14:textId="77777777" w:rsidR="005F3697" w:rsidRPr="00170604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Indikace nastaveného momentu na digitálním displeji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10F71C" w14:textId="77777777" w:rsidR="005F3697" w:rsidRPr="00170604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49D46" w14:textId="6252FFC0" w:rsidR="005F3697" w:rsidRPr="005F3697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5F3697" w:rsidRPr="00170604" w14:paraId="1B5D0239" w14:textId="77777777" w:rsidTr="00653169">
        <w:trPr>
          <w:trHeight w:val="27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226AB723" w14:textId="77777777" w:rsidR="005F3697" w:rsidRPr="00170604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Maximální kroutící moment pro povolování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006E03" w14:textId="77777777" w:rsidR="005F3697" w:rsidRPr="00170604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min. 1.000 </w:t>
            </w:r>
            <w:proofErr w:type="spellStart"/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Nm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9610C" w14:textId="61BC675A" w:rsidR="005F3697" w:rsidRPr="005F3697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5F3697" w:rsidRPr="00170604" w14:paraId="59DBEB4D" w14:textId="77777777" w:rsidTr="00653169">
        <w:trPr>
          <w:trHeight w:val="27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5A2AF7BB" w14:textId="77777777" w:rsidR="005F3697" w:rsidRPr="00170604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Utahovací moment minimální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D6EB586" w14:textId="77777777" w:rsidR="005F3697" w:rsidRPr="00170604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max. 200 </w:t>
            </w:r>
            <w:proofErr w:type="spellStart"/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Nm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6A16E" w14:textId="0E6808AA" w:rsidR="005F3697" w:rsidRPr="005F3697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5F3697" w:rsidRPr="00170604" w14:paraId="5E2EFCB9" w14:textId="77777777" w:rsidTr="00653169">
        <w:trPr>
          <w:trHeight w:val="27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64DEC9DA" w14:textId="77777777" w:rsidR="005F3697" w:rsidRPr="00170604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Utahovací moment maximální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1F2AB14" w14:textId="77777777" w:rsidR="005F3697" w:rsidRPr="00170604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min. 950 </w:t>
            </w:r>
            <w:proofErr w:type="spellStart"/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Nm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9F3E8" w14:textId="37FEF30E" w:rsidR="005F3697" w:rsidRPr="005F3697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5F3697" w:rsidRPr="00170604" w14:paraId="2615D73E" w14:textId="77777777" w:rsidTr="00653169">
        <w:trPr>
          <w:trHeight w:val="27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4BA21F32" w14:textId="77777777" w:rsidR="005F3697" w:rsidRPr="00170604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Hmotnost univerzální zatáčečky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93A0C6" w14:textId="77777777" w:rsidR="005F3697" w:rsidRPr="00170604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max. 95 kg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B9D14" w14:textId="25E741B8" w:rsidR="005F3697" w:rsidRPr="005F3697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5F3697" w:rsidRPr="00170604" w14:paraId="1DF0C73D" w14:textId="77777777" w:rsidTr="00653169">
        <w:trPr>
          <w:trHeight w:val="81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EEF2A3C" w14:textId="2C88E50E" w:rsidR="005F3697" w:rsidRPr="00170604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Příčný čtyřkolový podvozek s izolovanými koly pro rozchod 1.435 mm s možností stranového posunu zatáčečky mezi levým a pravým kolejnicovým pásem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83408EE" w14:textId="77777777" w:rsidR="005F3697" w:rsidRPr="00170604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750B9" w14:textId="725F736C" w:rsidR="005F3697" w:rsidRPr="005F3697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5F3697" w:rsidRPr="00170604" w14:paraId="72F23733" w14:textId="77777777" w:rsidTr="00653169">
        <w:trPr>
          <w:trHeight w:val="27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91836B8" w14:textId="12ABB144" w:rsidR="005F3697" w:rsidRPr="00170604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 xml:space="preserve">Prodlužovací nástavec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dle zvoleného podvozku</w:t>
            </w: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 xml:space="preserve"> ke každé zatáčečce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F7F63A" w14:textId="77777777" w:rsidR="005F3697" w:rsidRPr="00170604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DF08D" w14:textId="56FAECF1" w:rsidR="005F3697" w:rsidRPr="005F3697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5F3697" w:rsidRPr="00170604" w14:paraId="74B7EAA1" w14:textId="77777777" w:rsidTr="00653169">
        <w:trPr>
          <w:trHeight w:val="54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513C819C" w14:textId="77777777" w:rsidR="005F3697" w:rsidRPr="00170604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Utahovací šestihranný nástavec 38 mm ke každé zatáčečce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450EAC" w14:textId="77777777" w:rsidR="005F3697" w:rsidRPr="00170604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09D87" w14:textId="5E8FC35B" w:rsidR="005F3697" w:rsidRPr="005F3697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5F3697" w:rsidRPr="00170604" w14:paraId="02B805BF" w14:textId="77777777" w:rsidTr="00653169">
        <w:trPr>
          <w:trHeight w:val="54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4EB1113B" w14:textId="00204FC3" w:rsidR="005F3697" w:rsidRPr="00170604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 xml:space="preserve">Utahovací obdélníkový nástavec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 xml:space="preserve">           </w:t>
            </w: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24,5 * 20,5 mm ke každé zatáčečce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EEF041" w14:textId="77777777" w:rsidR="005F3697" w:rsidRPr="00170604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3D610" w14:textId="408EF5EB" w:rsidR="005F3697" w:rsidRPr="005F3697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</w:tbl>
    <w:p w14:paraId="6EE5260E" w14:textId="77777777" w:rsidR="00170604" w:rsidRDefault="00170604" w:rsidP="00EB2B45">
      <w:pPr>
        <w:jc w:val="both"/>
        <w:rPr>
          <w:b/>
        </w:rPr>
      </w:pPr>
    </w:p>
    <w:p w14:paraId="57BD9A84" w14:textId="77777777" w:rsidR="00223452" w:rsidRDefault="00223452" w:rsidP="00EB2B45">
      <w:pPr>
        <w:jc w:val="both"/>
        <w:rPr>
          <w:b/>
        </w:rPr>
      </w:pPr>
    </w:p>
    <w:p w14:paraId="140E1251" w14:textId="77777777" w:rsidR="00223452" w:rsidRDefault="00223452" w:rsidP="00EB2B45">
      <w:pPr>
        <w:jc w:val="both"/>
        <w:rPr>
          <w:b/>
        </w:rPr>
      </w:pPr>
    </w:p>
    <w:p w14:paraId="330492F4" w14:textId="77777777" w:rsidR="00223452" w:rsidRDefault="00223452" w:rsidP="00EB2B45">
      <w:pPr>
        <w:jc w:val="both"/>
        <w:rPr>
          <w:b/>
        </w:rPr>
      </w:pPr>
    </w:p>
    <w:p w14:paraId="2CED72D7" w14:textId="77777777" w:rsidR="00223452" w:rsidRDefault="00223452" w:rsidP="00EB2B45">
      <w:pPr>
        <w:jc w:val="both"/>
        <w:rPr>
          <w:b/>
        </w:rPr>
      </w:pPr>
    </w:p>
    <w:p w14:paraId="4CCB834B" w14:textId="77777777" w:rsidR="00223452" w:rsidRDefault="00223452" w:rsidP="00EB2B45">
      <w:pPr>
        <w:jc w:val="both"/>
        <w:rPr>
          <w:b/>
        </w:rPr>
      </w:pPr>
    </w:p>
    <w:p w14:paraId="4E3CD95B" w14:textId="77777777" w:rsidR="00223452" w:rsidRDefault="00223452" w:rsidP="00EB2B45">
      <w:pPr>
        <w:jc w:val="both"/>
        <w:rPr>
          <w:b/>
        </w:rPr>
      </w:pPr>
    </w:p>
    <w:p w14:paraId="218E091C" w14:textId="77777777" w:rsidR="00223452" w:rsidRDefault="00223452" w:rsidP="00EB2B45">
      <w:pPr>
        <w:jc w:val="both"/>
        <w:rPr>
          <w:b/>
        </w:rPr>
      </w:pPr>
    </w:p>
    <w:p w14:paraId="624DC77D" w14:textId="77777777" w:rsidR="00223452" w:rsidRDefault="00223452" w:rsidP="00EB2B45">
      <w:pPr>
        <w:jc w:val="both"/>
        <w:rPr>
          <w:b/>
        </w:rPr>
      </w:pPr>
    </w:p>
    <w:p w14:paraId="39DD8698" w14:textId="77777777" w:rsidR="00223452" w:rsidRDefault="00223452" w:rsidP="00EB2B45">
      <w:pPr>
        <w:jc w:val="both"/>
        <w:rPr>
          <w:b/>
        </w:rPr>
      </w:pPr>
    </w:p>
    <w:tbl>
      <w:tblPr>
        <w:tblW w:w="8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4"/>
        <w:gridCol w:w="1756"/>
        <w:gridCol w:w="2530"/>
      </w:tblGrid>
      <w:tr w:rsidR="00CA0F3D" w:rsidRPr="00CA0F3D" w14:paraId="6E72E0C5" w14:textId="77777777" w:rsidTr="00CA0F3D">
        <w:trPr>
          <w:trHeight w:val="1350"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09B25532" w14:textId="5FBC3F0A" w:rsidR="00CA0F3D" w:rsidRPr="00CA0F3D" w:rsidRDefault="00CA0F3D" w:rsidP="00CA0F3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 xml:space="preserve">MODULÁRNÍ BRUSKA KOLEJNIC A VÝHYBEK PRO ROZHOD KOLEJÍ </w:t>
            </w:r>
            <w:r w:rsidR="00F315B2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br/>
            </w:r>
            <w:r w:rsidRPr="00CA0F3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1.435 </w:t>
            </w:r>
            <w:r w:rsidR="00F315B2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mm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197B0588" w14:textId="77777777" w:rsidR="00CA0F3D" w:rsidRPr="00CA0F3D" w:rsidRDefault="00CA0F3D" w:rsidP="00CA0F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1F8FE5E2" w14:textId="77777777" w:rsidR="00CA0F3D" w:rsidRPr="00CA0F3D" w:rsidRDefault="00CA0F3D" w:rsidP="00CA0F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PARAMETRY NABÍZENÉHO VÝROBKU (uchazeč vyplní hodnoty, případně ANO / NE)</w:t>
            </w:r>
          </w:p>
        </w:tc>
      </w:tr>
      <w:tr w:rsidR="005F3697" w:rsidRPr="00CA0F3D" w14:paraId="5248291F" w14:textId="77777777" w:rsidTr="005F3697">
        <w:trPr>
          <w:trHeight w:val="350"/>
        </w:trPr>
        <w:tc>
          <w:tcPr>
            <w:tcW w:w="4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4825E552" w14:textId="77777777" w:rsidR="005F3697" w:rsidRPr="00CA0F3D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VÝROBEK: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B4916" w14:textId="77777777" w:rsidR="005F3697" w:rsidRPr="00CA0F3D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8"/>
                <w:szCs w:val="28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b/>
                <w:bCs/>
                <w:color w:val="FFFFFF"/>
                <w:sz w:val="28"/>
                <w:szCs w:val="28"/>
                <w:lang w:eastAsia="cs-CZ"/>
              </w:rPr>
              <w:t>------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FCA14" w14:textId="1CB29098" w:rsidR="005F3697" w:rsidRPr="00CA0F3D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933A9">
              <w:rPr>
                <w:b/>
                <w:bCs/>
              </w:rPr>
              <w:t>"[</w:t>
            </w:r>
            <w:r w:rsidRPr="00F933A9">
              <w:rPr>
                <w:b/>
                <w:bCs/>
                <w:highlight w:val="yellow"/>
              </w:rPr>
              <w:t>VLOŽÍ PRODÁVAJÍCÍ</w:t>
            </w:r>
            <w:r w:rsidRPr="00F933A9">
              <w:rPr>
                <w:b/>
                <w:bCs/>
              </w:rPr>
              <w:t>]"</w:t>
            </w:r>
          </w:p>
        </w:tc>
      </w:tr>
      <w:tr w:rsidR="005F3697" w:rsidRPr="00CA0F3D" w14:paraId="1F2A8430" w14:textId="77777777" w:rsidTr="00A8061B">
        <w:trPr>
          <w:trHeight w:val="54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355E6B85" w14:textId="68A939B0" w:rsidR="005F3697" w:rsidRPr="00666886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666886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Jednotný rám pro moduly na broušení hlav kolejnic i jazyků ve výhybkách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4F9E51" w14:textId="77777777" w:rsidR="005F3697" w:rsidRPr="00CA0F3D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94A77" w14:textId="0AA0BE33" w:rsidR="005F3697" w:rsidRPr="005F3697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5F3697" w:rsidRPr="00CA0F3D" w14:paraId="0E26772E" w14:textId="77777777" w:rsidTr="00A8061B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D1DDE75" w14:textId="77777777" w:rsidR="005F3697" w:rsidRPr="00CA0F3D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Plynulé nastavení rozchodu kolejnic (R/S/UIC)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EC111C" w14:textId="77777777" w:rsidR="005F3697" w:rsidRPr="00CA0F3D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93A83" w14:textId="3AD9F69C" w:rsidR="005F3697" w:rsidRPr="005F3697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5F3697" w:rsidRPr="00CA0F3D" w14:paraId="34DB2AE9" w14:textId="77777777" w:rsidTr="00A8061B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4B6CD0A" w14:textId="77777777" w:rsidR="005F3697" w:rsidRPr="00CA0F3D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Hmotnost rámu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3E4F4B7" w14:textId="77777777" w:rsidR="005F3697" w:rsidRPr="00CA0F3D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max. 95 kg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CE287" w14:textId="7E305317" w:rsidR="005F3697" w:rsidRPr="005F3697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CA0F3D" w:rsidRPr="00CA0F3D" w14:paraId="1515ECA7" w14:textId="77777777" w:rsidTr="00CA0F3D">
        <w:trPr>
          <w:trHeight w:val="54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570A0CA0" w14:textId="77777777" w:rsidR="00CA0F3D" w:rsidRPr="00CA0F3D" w:rsidRDefault="00CA0F3D" w:rsidP="00CA0F3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 xml:space="preserve">Modul k odstraňování </w:t>
            </w:r>
            <w:proofErr w:type="spellStart"/>
            <w:r w:rsidRPr="00CA0F3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převalků</w:t>
            </w:r>
            <w:proofErr w:type="spellEnd"/>
            <w:r w:rsidRPr="00CA0F3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 xml:space="preserve"> na hlavách kolejnic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934A1D" w14:textId="77777777" w:rsidR="00CA0F3D" w:rsidRPr="00CA0F3D" w:rsidRDefault="00CA0F3D" w:rsidP="00CA0F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cs-CZ"/>
              </w:rPr>
              <w:t>--------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F1B45" w14:textId="77777777" w:rsidR="00CA0F3D" w:rsidRPr="00CA0F3D" w:rsidRDefault="00CA0F3D" w:rsidP="00CA0F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cs-CZ"/>
              </w:rPr>
              <w:t>--------</w:t>
            </w:r>
          </w:p>
        </w:tc>
      </w:tr>
      <w:tr w:rsidR="005F3697" w:rsidRPr="00CA0F3D" w14:paraId="3AC85D46" w14:textId="77777777" w:rsidTr="008B7A0C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05247A32" w14:textId="6FFDE101" w:rsidR="005F3697" w:rsidRPr="00CA0F3D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Pohon 4taktním spalovacím motorem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707421" w14:textId="77777777" w:rsidR="005F3697" w:rsidRPr="00CA0F3D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3F705" w14:textId="6399A5A5" w:rsidR="005F3697" w:rsidRPr="005F3697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5F3697" w:rsidRPr="00CA0F3D" w14:paraId="61CA63B1" w14:textId="77777777" w:rsidTr="008B7A0C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33AF13FB" w14:textId="77777777" w:rsidR="005F3697" w:rsidRPr="00CA0F3D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Výkon motoru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9E5DF2" w14:textId="77777777" w:rsidR="005F3697" w:rsidRPr="00CA0F3D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4,25 kW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6FDFA" w14:textId="4D668CAB" w:rsidR="005F3697" w:rsidRPr="005F3697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5F3697" w:rsidRPr="00CA0F3D" w14:paraId="3BB856AD" w14:textId="77777777" w:rsidTr="008B7A0C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2C5F7184" w14:textId="77777777" w:rsidR="005F3697" w:rsidRPr="00CA0F3D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Průměr brusného "hrncového" kotouče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492A43A" w14:textId="77777777" w:rsidR="005F3697" w:rsidRPr="00CA0F3D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125 mm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325A7" w14:textId="1B80615F" w:rsidR="005F3697" w:rsidRPr="005F3697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5F3697" w:rsidRPr="00CA0F3D" w14:paraId="7534344A" w14:textId="77777777" w:rsidTr="008B7A0C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E210FA" w14:textId="77777777" w:rsidR="005F3697" w:rsidRPr="00CA0F3D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Úhel náklonu brusky vnitřní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0B21066" w14:textId="77777777" w:rsidR="005F3697" w:rsidRPr="00CA0F3D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75°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C0122" w14:textId="34121E3C" w:rsidR="005F3697" w:rsidRPr="005F3697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5F3697" w:rsidRPr="00CA0F3D" w14:paraId="1540F0FF" w14:textId="77777777" w:rsidTr="008B7A0C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EC6EAE6" w14:textId="77777777" w:rsidR="005F3697" w:rsidRPr="00CA0F3D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Úhel náklonu brusky vnější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02E68AC" w14:textId="77777777" w:rsidR="005F3697" w:rsidRPr="00CA0F3D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30°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276B5" w14:textId="53FC2C48" w:rsidR="005F3697" w:rsidRPr="005F3697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5F3697" w:rsidRPr="00CA0F3D" w14:paraId="5D9E0C07" w14:textId="77777777" w:rsidTr="008B7A0C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76A2832" w14:textId="77777777" w:rsidR="005F3697" w:rsidRPr="00CA0F3D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Hmotnost modulu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9503E5" w14:textId="77777777" w:rsidR="005F3697" w:rsidRPr="00CA0F3D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max. 35 kg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33A3C" w14:textId="6A24A0E3" w:rsidR="005F3697" w:rsidRPr="005F3697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5F3697" w:rsidRPr="00CA0F3D" w14:paraId="4E1B688C" w14:textId="77777777" w:rsidTr="008B7A0C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34048AE" w14:textId="77777777" w:rsidR="005F3697" w:rsidRPr="00CA0F3D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Brusný kotouč + upínání součástí dodávky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30F069" w14:textId="77777777" w:rsidR="005F3697" w:rsidRPr="00CA0F3D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3C4A4" w14:textId="354A5617" w:rsidR="005F3697" w:rsidRPr="005F3697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CA0F3D" w:rsidRPr="00CA0F3D" w14:paraId="46D69AFC" w14:textId="77777777" w:rsidTr="00CA0F3D">
        <w:trPr>
          <w:trHeight w:val="54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0C8699B4" w14:textId="77777777" w:rsidR="00CA0F3D" w:rsidRPr="00CA0F3D" w:rsidRDefault="00CA0F3D" w:rsidP="00CA0F3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Modul k tvarovému broušení návarů jazyků a srdcovek výhybek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C355E0" w14:textId="77777777" w:rsidR="00CA0F3D" w:rsidRPr="00CA0F3D" w:rsidRDefault="00CA0F3D" w:rsidP="00CA0F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cs-CZ"/>
              </w:rPr>
              <w:t>--------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230CA" w14:textId="77777777" w:rsidR="00CA0F3D" w:rsidRPr="00CA0F3D" w:rsidRDefault="00CA0F3D" w:rsidP="00CA0F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cs-CZ"/>
              </w:rPr>
              <w:t>--------</w:t>
            </w:r>
          </w:p>
        </w:tc>
      </w:tr>
      <w:tr w:rsidR="005F3697" w:rsidRPr="00CA0F3D" w14:paraId="3563403E" w14:textId="77777777" w:rsidTr="00251227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32049B13" w14:textId="1AB8D4C6" w:rsidR="005F3697" w:rsidRPr="00CA0F3D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Pohon 4taktním spalovacím motorem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BE0675" w14:textId="77777777" w:rsidR="005F3697" w:rsidRPr="00CA0F3D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ABF8D" w14:textId="1ABF6677" w:rsidR="005F3697" w:rsidRPr="005F3697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5F3697" w:rsidRPr="00CA0F3D" w14:paraId="2D3DB4E7" w14:textId="77777777" w:rsidTr="00251227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3BA450F5" w14:textId="77777777" w:rsidR="005F3697" w:rsidRPr="00CA0F3D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Výkon motoru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C296F4" w14:textId="77777777" w:rsidR="005F3697" w:rsidRPr="00CA0F3D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4,25 kW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5E137" w14:textId="67603FC6" w:rsidR="005F3697" w:rsidRPr="005F3697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5F3697" w:rsidRPr="00CA0F3D" w14:paraId="1C0928F4" w14:textId="77777777" w:rsidTr="00251227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3351C50E" w14:textId="77777777" w:rsidR="005F3697" w:rsidRPr="00CA0F3D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Průměr brusného kotouče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017A55" w14:textId="77777777" w:rsidR="005F3697" w:rsidRPr="00CA0F3D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250 mm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EFD53" w14:textId="09207DAC" w:rsidR="005F3697" w:rsidRPr="005F3697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5F3697" w:rsidRPr="00CA0F3D" w14:paraId="6DEA66C4" w14:textId="77777777" w:rsidTr="00251227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674DD47" w14:textId="77777777" w:rsidR="005F3697" w:rsidRPr="00CA0F3D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Úhel náklonu brusky vnitřní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59AEF4" w14:textId="77777777" w:rsidR="005F3697" w:rsidRPr="00CA0F3D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35°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9AF64" w14:textId="1AF4E620" w:rsidR="005F3697" w:rsidRPr="005F3697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5F3697" w:rsidRPr="00CA0F3D" w14:paraId="78565FC6" w14:textId="77777777" w:rsidTr="00251227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4756C6E" w14:textId="77777777" w:rsidR="005F3697" w:rsidRPr="00CA0F3D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Úhel náklonu brusky vnější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CDA249" w14:textId="77777777" w:rsidR="005F3697" w:rsidRPr="00CA0F3D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35°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79AB1" w14:textId="1B457128" w:rsidR="005F3697" w:rsidRPr="005F3697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5F3697" w:rsidRPr="00CA0F3D" w14:paraId="06B2F766" w14:textId="77777777" w:rsidTr="00251227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4A52937" w14:textId="77777777" w:rsidR="005F3697" w:rsidRPr="00CA0F3D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Hmotnost modulu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2AE73D" w14:textId="77777777" w:rsidR="005F3697" w:rsidRPr="00CA0F3D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max. 40 kg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5FB35" w14:textId="33564B7D" w:rsidR="005F3697" w:rsidRPr="005F3697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5F3697" w:rsidRPr="00CA0F3D" w14:paraId="3B73DB02" w14:textId="77777777" w:rsidTr="00251227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AC9C10D" w14:textId="77777777" w:rsidR="005F3697" w:rsidRPr="00CA0F3D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Brusný kotouč + upínání součástí dodávky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8FFBDA7" w14:textId="77777777" w:rsidR="005F3697" w:rsidRPr="00CA0F3D" w:rsidRDefault="005F3697" w:rsidP="005F36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B96C6" w14:textId="1B2A16D3" w:rsidR="005F3697" w:rsidRPr="005F3697" w:rsidRDefault="005F3697" w:rsidP="005F36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</w:tbl>
    <w:p w14:paraId="1CAD6B4F" w14:textId="77777777" w:rsidR="00CA0F3D" w:rsidRPr="00EB2B45" w:rsidRDefault="00CA0F3D" w:rsidP="00EB2B45">
      <w:pPr>
        <w:jc w:val="both"/>
        <w:rPr>
          <w:b/>
        </w:rPr>
      </w:pPr>
    </w:p>
    <w:sectPr w:rsidR="00CA0F3D" w:rsidRPr="00EB2B45" w:rsidSect="005748D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037F8" w14:textId="77777777" w:rsidR="00A6715C" w:rsidRDefault="00A6715C" w:rsidP="00962258">
      <w:pPr>
        <w:spacing w:after="0" w:line="240" w:lineRule="auto"/>
      </w:pPr>
      <w:r>
        <w:separator/>
      </w:r>
    </w:p>
  </w:endnote>
  <w:endnote w:type="continuationSeparator" w:id="0">
    <w:p w14:paraId="50FF3211" w14:textId="77777777" w:rsidR="00A6715C" w:rsidRDefault="00A6715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2667D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62469CE5" w:rsidR="00E2667D" w:rsidRPr="00B8518B" w:rsidRDefault="00E2667D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1A0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81A0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E2667D" w:rsidRDefault="00E2667D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E2667D" w:rsidRDefault="00E2667D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E2667D" w:rsidRDefault="00E2667D" w:rsidP="00D831A3">
          <w:pPr>
            <w:pStyle w:val="Zpat"/>
          </w:pPr>
        </w:p>
      </w:tc>
    </w:tr>
  </w:tbl>
  <w:p w14:paraId="48C0B2B2" w14:textId="77777777" w:rsidR="00E2667D" w:rsidRPr="00B8518B" w:rsidRDefault="00E2667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2667D" w14:paraId="6E131A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772BB160" w:rsidR="00E2667D" w:rsidRPr="00B8518B" w:rsidRDefault="00E2667D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1A0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81A0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E2667D" w:rsidRDefault="00E2667D" w:rsidP="005A4944">
          <w:pPr>
            <w:pStyle w:val="Zpat"/>
          </w:pPr>
          <w:r>
            <w:t>Správa železnic, státní organizace</w:t>
          </w:r>
        </w:p>
        <w:p w14:paraId="56A65E20" w14:textId="77777777" w:rsidR="00E2667D" w:rsidRDefault="00E2667D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E2667D" w:rsidRDefault="00E2667D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E2667D" w:rsidRDefault="00E2667D" w:rsidP="005A4944">
          <w:pPr>
            <w:pStyle w:val="Zpat"/>
          </w:pPr>
          <w:r>
            <w:t>IČO: 709 94 234 DIČ: CZ 709 94 234</w:t>
          </w:r>
        </w:p>
        <w:p w14:paraId="0F632BD3" w14:textId="1E072765" w:rsidR="00E2667D" w:rsidRDefault="00E2667D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A94EB48" w14:textId="77777777" w:rsidR="00E2667D" w:rsidRDefault="00E2667D" w:rsidP="005A4944">
          <w:pPr>
            <w:pStyle w:val="Zpat"/>
          </w:pPr>
        </w:p>
      </w:tc>
    </w:tr>
  </w:tbl>
  <w:p w14:paraId="6DF5F94F" w14:textId="77777777" w:rsidR="00E2667D" w:rsidRPr="00B8518B" w:rsidRDefault="00E2667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E2667D" w:rsidRPr="00460660" w:rsidRDefault="00E2667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DB350" w14:textId="77777777" w:rsidR="00A6715C" w:rsidRDefault="00A6715C" w:rsidP="00962258">
      <w:pPr>
        <w:spacing w:after="0" w:line="240" w:lineRule="auto"/>
      </w:pPr>
      <w:r>
        <w:separator/>
      </w:r>
    </w:p>
  </w:footnote>
  <w:footnote w:type="continuationSeparator" w:id="0">
    <w:p w14:paraId="438DC0C1" w14:textId="77777777" w:rsidR="00A6715C" w:rsidRDefault="00A6715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2667D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E2667D" w:rsidRPr="00B8518B" w:rsidRDefault="00E2667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E2667D" w:rsidRDefault="00E2667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E2667D" w:rsidRPr="00D6163D" w:rsidRDefault="00E2667D" w:rsidP="00D6163D">
          <w:pPr>
            <w:pStyle w:val="Druhdokumentu"/>
          </w:pPr>
        </w:p>
      </w:tc>
    </w:tr>
  </w:tbl>
  <w:p w14:paraId="54A0014C" w14:textId="77777777" w:rsidR="00E2667D" w:rsidRPr="00D6163D" w:rsidRDefault="00E2667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2667D" w:rsidRPr="002A6AEA" w14:paraId="3FD79E07" w14:textId="77777777" w:rsidTr="00961FBA">
      <w:trPr>
        <w:trHeight w:hRule="exact" w:val="1306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E2667D" w:rsidRPr="00B8518B" w:rsidRDefault="00E2667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E2667D" w:rsidRDefault="00E2667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29C3255" w14:textId="77777777" w:rsidR="005F3697" w:rsidRDefault="005F3697" w:rsidP="005F3697">
          <w:pPr>
            <w:pStyle w:val="Druhdokumentu"/>
            <w:rPr>
              <w:b w:val="0"/>
              <w:bCs/>
              <w:sz w:val="18"/>
              <w:szCs w:val="18"/>
            </w:rPr>
          </w:pPr>
          <w:r w:rsidRPr="00E73A03">
            <w:rPr>
              <w:b w:val="0"/>
              <w:bCs/>
              <w:sz w:val="18"/>
              <w:szCs w:val="18"/>
            </w:rPr>
            <w:t>Příloha č. 1 Výzvy k podání nabídky:</w:t>
          </w:r>
        </w:p>
        <w:p w14:paraId="4D43B8A0" w14:textId="77777777" w:rsidR="005F3697" w:rsidRDefault="005F3697" w:rsidP="005F3697">
          <w:pPr>
            <w:pStyle w:val="Druhdokumentu"/>
            <w:rPr>
              <w:b w:val="0"/>
              <w:bCs/>
              <w:sz w:val="18"/>
              <w:szCs w:val="18"/>
            </w:rPr>
          </w:pPr>
          <w:r w:rsidRPr="00E73A03">
            <w:rPr>
              <w:b w:val="0"/>
              <w:bCs/>
              <w:sz w:val="18"/>
              <w:szCs w:val="18"/>
            </w:rPr>
            <w:tab/>
            <w:t xml:space="preserve">Specifikace předmětu veřejné </w:t>
          </w:r>
        </w:p>
        <w:p w14:paraId="3A0EB27C" w14:textId="77777777" w:rsidR="005F3697" w:rsidRPr="00E73A03" w:rsidRDefault="005F3697" w:rsidP="005F3697">
          <w:pPr>
            <w:pStyle w:val="Druhdokumentu"/>
            <w:rPr>
              <w:b w:val="0"/>
              <w:bCs/>
              <w:sz w:val="18"/>
              <w:szCs w:val="18"/>
            </w:rPr>
          </w:pPr>
          <w:r w:rsidRPr="00E73A03">
            <w:rPr>
              <w:b w:val="0"/>
              <w:bCs/>
              <w:sz w:val="18"/>
              <w:szCs w:val="18"/>
            </w:rPr>
            <w:t>zakázky – TECHNICKÉ POŽADAVKY</w:t>
          </w:r>
        </w:p>
        <w:p w14:paraId="1C714102" w14:textId="2F7C6785" w:rsidR="00E2667D" w:rsidRPr="002A6AEA" w:rsidRDefault="00E2667D" w:rsidP="00E55D97">
          <w:pPr>
            <w:pStyle w:val="Druhdokumentu"/>
            <w:jc w:val="left"/>
            <w:rPr>
              <w:sz w:val="22"/>
              <w:szCs w:val="22"/>
            </w:rPr>
          </w:pPr>
        </w:p>
      </w:tc>
    </w:tr>
    <w:tr w:rsidR="00E2667D" w14:paraId="6904D335" w14:textId="77777777" w:rsidTr="00961FBA">
      <w:trPr>
        <w:trHeight w:hRule="exact" w:val="1319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E2667D" w:rsidRPr="00B8518B" w:rsidRDefault="00E2667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E2667D" w:rsidRDefault="00E2667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575FD9" w14:textId="77777777" w:rsidR="00E2667D" w:rsidRPr="00D6163D" w:rsidRDefault="00E2667D" w:rsidP="00FC6389">
          <w:pPr>
            <w:pStyle w:val="Druhdokumentu"/>
          </w:pPr>
        </w:p>
      </w:tc>
    </w:tr>
  </w:tbl>
  <w:p w14:paraId="79278E1D" w14:textId="77777777" w:rsidR="00E2667D" w:rsidRPr="00D6163D" w:rsidRDefault="00E2667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3" name="Obrázek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E2667D" w:rsidRPr="00460660" w:rsidRDefault="00E2667D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05A5F"/>
    <w:multiLevelType w:val="multilevel"/>
    <w:tmpl w:val="0D34D660"/>
    <w:numStyleLink w:val="ListBulletmultilevel"/>
  </w:abstractNum>
  <w:abstractNum w:abstractNumId="6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218328375">
    <w:abstractNumId w:val="3"/>
  </w:num>
  <w:num w:numId="2" w16cid:durableId="1530141935">
    <w:abstractNumId w:val="0"/>
  </w:num>
  <w:num w:numId="3" w16cid:durableId="617686805">
    <w:abstractNumId w:val="13"/>
  </w:num>
  <w:num w:numId="4" w16cid:durableId="923035100">
    <w:abstractNumId w:val="5"/>
  </w:num>
  <w:num w:numId="5" w16cid:durableId="42412962">
    <w:abstractNumId w:val="10"/>
  </w:num>
  <w:num w:numId="6" w16cid:durableId="776172761">
    <w:abstractNumId w:val="6"/>
  </w:num>
  <w:num w:numId="7" w16cid:durableId="765737129">
    <w:abstractNumId w:val="8"/>
  </w:num>
  <w:num w:numId="8" w16cid:durableId="1749421965">
    <w:abstractNumId w:val="4"/>
  </w:num>
  <w:num w:numId="9" w16cid:durableId="709309273">
    <w:abstractNumId w:val="11"/>
  </w:num>
  <w:num w:numId="10" w16cid:durableId="1629505753">
    <w:abstractNumId w:val="1"/>
  </w:num>
  <w:num w:numId="11" w16cid:durableId="1702395644">
    <w:abstractNumId w:val="2"/>
  </w:num>
  <w:num w:numId="12" w16cid:durableId="958100755">
    <w:abstractNumId w:val="12"/>
  </w:num>
  <w:num w:numId="13" w16cid:durableId="494339144">
    <w:abstractNumId w:val="9"/>
  </w:num>
  <w:num w:numId="14" w16cid:durableId="1815944602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380D"/>
    <w:rsid w:val="00017526"/>
    <w:rsid w:val="00047CB8"/>
    <w:rsid w:val="00054E07"/>
    <w:rsid w:val="000558AB"/>
    <w:rsid w:val="00060FEE"/>
    <w:rsid w:val="00072C1E"/>
    <w:rsid w:val="000731F6"/>
    <w:rsid w:val="00081784"/>
    <w:rsid w:val="0008575D"/>
    <w:rsid w:val="00087326"/>
    <w:rsid w:val="000A290F"/>
    <w:rsid w:val="000B4EB8"/>
    <w:rsid w:val="000C41F2"/>
    <w:rsid w:val="000D22C4"/>
    <w:rsid w:val="000D27D1"/>
    <w:rsid w:val="000D347F"/>
    <w:rsid w:val="000F41C7"/>
    <w:rsid w:val="0010281E"/>
    <w:rsid w:val="00114472"/>
    <w:rsid w:val="001150F2"/>
    <w:rsid w:val="00115B58"/>
    <w:rsid w:val="00152480"/>
    <w:rsid w:val="00153C13"/>
    <w:rsid w:val="00170604"/>
    <w:rsid w:val="00170EC5"/>
    <w:rsid w:val="00172B3C"/>
    <w:rsid w:val="001747C1"/>
    <w:rsid w:val="00186692"/>
    <w:rsid w:val="00190B15"/>
    <w:rsid w:val="00197CD5"/>
    <w:rsid w:val="001A131F"/>
    <w:rsid w:val="001B1147"/>
    <w:rsid w:val="001B24E5"/>
    <w:rsid w:val="001B4E74"/>
    <w:rsid w:val="001D66BD"/>
    <w:rsid w:val="001D6CCE"/>
    <w:rsid w:val="00201F23"/>
    <w:rsid w:val="00207DF5"/>
    <w:rsid w:val="00223452"/>
    <w:rsid w:val="00242B9F"/>
    <w:rsid w:val="00246C81"/>
    <w:rsid w:val="00261A5B"/>
    <w:rsid w:val="00267E18"/>
    <w:rsid w:val="00284AF3"/>
    <w:rsid w:val="00296DC2"/>
    <w:rsid w:val="002A42C2"/>
    <w:rsid w:val="002A6876"/>
    <w:rsid w:val="002A6AEA"/>
    <w:rsid w:val="002B5243"/>
    <w:rsid w:val="002C31BF"/>
    <w:rsid w:val="002E046A"/>
    <w:rsid w:val="002E0CD7"/>
    <w:rsid w:val="002E24E1"/>
    <w:rsid w:val="002F170F"/>
    <w:rsid w:val="002F52DB"/>
    <w:rsid w:val="002F5DA1"/>
    <w:rsid w:val="00305D08"/>
    <w:rsid w:val="00306842"/>
    <w:rsid w:val="00315F75"/>
    <w:rsid w:val="00327EEF"/>
    <w:rsid w:val="00332701"/>
    <w:rsid w:val="003354B5"/>
    <w:rsid w:val="0034719F"/>
    <w:rsid w:val="003571D8"/>
    <w:rsid w:val="00357BC6"/>
    <w:rsid w:val="00361422"/>
    <w:rsid w:val="0036461D"/>
    <w:rsid w:val="00370F99"/>
    <w:rsid w:val="003711E4"/>
    <w:rsid w:val="003712A0"/>
    <w:rsid w:val="00372215"/>
    <w:rsid w:val="00380150"/>
    <w:rsid w:val="00381A09"/>
    <w:rsid w:val="003956C6"/>
    <w:rsid w:val="00397E9F"/>
    <w:rsid w:val="003A6208"/>
    <w:rsid w:val="003C180B"/>
    <w:rsid w:val="003E0DDA"/>
    <w:rsid w:val="003E4A4C"/>
    <w:rsid w:val="003E5FB7"/>
    <w:rsid w:val="0040211C"/>
    <w:rsid w:val="00413E5D"/>
    <w:rsid w:val="0042753C"/>
    <w:rsid w:val="00437216"/>
    <w:rsid w:val="00450F07"/>
    <w:rsid w:val="00453CD3"/>
    <w:rsid w:val="00454611"/>
    <w:rsid w:val="00460660"/>
    <w:rsid w:val="00486107"/>
    <w:rsid w:val="00491827"/>
    <w:rsid w:val="004B0F3C"/>
    <w:rsid w:val="004B13E1"/>
    <w:rsid w:val="004B5CD0"/>
    <w:rsid w:val="004C126B"/>
    <w:rsid w:val="004C2347"/>
    <w:rsid w:val="004C4399"/>
    <w:rsid w:val="004C6678"/>
    <w:rsid w:val="004C787C"/>
    <w:rsid w:val="004D2143"/>
    <w:rsid w:val="004D7468"/>
    <w:rsid w:val="004E1D96"/>
    <w:rsid w:val="004E7A1F"/>
    <w:rsid w:val="004F4B9B"/>
    <w:rsid w:val="005011A5"/>
    <w:rsid w:val="00511AB9"/>
    <w:rsid w:val="00512E41"/>
    <w:rsid w:val="00523BB5"/>
    <w:rsid w:val="00523EA7"/>
    <w:rsid w:val="00534019"/>
    <w:rsid w:val="005406EB"/>
    <w:rsid w:val="00553375"/>
    <w:rsid w:val="00560127"/>
    <w:rsid w:val="00562CC0"/>
    <w:rsid w:val="005702D6"/>
    <w:rsid w:val="005736B7"/>
    <w:rsid w:val="005748DF"/>
    <w:rsid w:val="00575E5A"/>
    <w:rsid w:val="0059674A"/>
    <w:rsid w:val="005A4944"/>
    <w:rsid w:val="005E24FC"/>
    <w:rsid w:val="005E7745"/>
    <w:rsid w:val="005F13BD"/>
    <w:rsid w:val="005F3697"/>
    <w:rsid w:val="00607F15"/>
    <w:rsid w:val="0061068E"/>
    <w:rsid w:val="00612482"/>
    <w:rsid w:val="00613A7F"/>
    <w:rsid w:val="00624873"/>
    <w:rsid w:val="00630BD0"/>
    <w:rsid w:val="00632045"/>
    <w:rsid w:val="00634118"/>
    <w:rsid w:val="00636285"/>
    <w:rsid w:val="006411CB"/>
    <w:rsid w:val="00651339"/>
    <w:rsid w:val="00660AD3"/>
    <w:rsid w:val="006626CF"/>
    <w:rsid w:val="00666886"/>
    <w:rsid w:val="0067412D"/>
    <w:rsid w:val="00695179"/>
    <w:rsid w:val="00695367"/>
    <w:rsid w:val="0069668E"/>
    <w:rsid w:val="006A5570"/>
    <w:rsid w:val="006A689C"/>
    <w:rsid w:val="006B3D79"/>
    <w:rsid w:val="006C04E1"/>
    <w:rsid w:val="006C2265"/>
    <w:rsid w:val="006E0578"/>
    <w:rsid w:val="006E2C96"/>
    <w:rsid w:val="006E314D"/>
    <w:rsid w:val="00702E81"/>
    <w:rsid w:val="00710723"/>
    <w:rsid w:val="0071113A"/>
    <w:rsid w:val="00717537"/>
    <w:rsid w:val="00720768"/>
    <w:rsid w:val="007228B0"/>
    <w:rsid w:val="00723ED1"/>
    <w:rsid w:val="00742F51"/>
    <w:rsid w:val="00743525"/>
    <w:rsid w:val="0076286B"/>
    <w:rsid w:val="00766846"/>
    <w:rsid w:val="0077673A"/>
    <w:rsid w:val="00783069"/>
    <w:rsid w:val="007846E1"/>
    <w:rsid w:val="007853DE"/>
    <w:rsid w:val="007A2EDF"/>
    <w:rsid w:val="007B570C"/>
    <w:rsid w:val="007B7568"/>
    <w:rsid w:val="007D7419"/>
    <w:rsid w:val="007E1DF9"/>
    <w:rsid w:val="007E2D69"/>
    <w:rsid w:val="007E3354"/>
    <w:rsid w:val="007E4A6E"/>
    <w:rsid w:val="007E70A0"/>
    <w:rsid w:val="007F56A7"/>
    <w:rsid w:val="007F6566"/>
    <w:rsid w:val="0080101E"/>
    <w:rsid w:val="00807093"/>
    <w:rsid w:val="008072DD"/>
    <w:rsid w:val="00807DD0"/>
    <w:rsid w:val="0081145E"/>
    <w:rsid w:val="0081206E"/>
    <w:rsid w:val="008201C7"/>
    <w:rsid w:val="008254BC"/>
    <w:rsid w:val="008272EC"/>
    <w:rsid w:val="00852590"/>
    <w:rsid w:val="00856E91"/>
    <w:rsid w:val="00857257"/>
    <w:rsid w:val="0086615B"/>
    <w:rsid w:val="00873F17"/>
    <w:rsid w:val="00891AFF"/>
    <w:rsid w:val="00895BBB"/>
    <w:rsid w:val="008A3568"/>
    <w:rsid w:val="008A5CDC"/>
    <w:rsid w:val="008B0EB7"/>
    <w:rsid w:val="008C4BAD"/>
    <w:rsid w:val="008D03B9"/>
    <w:rsid w:val="008F18D6"/>
    <w:rsid w:val="00904780"/>
    <w:rsid w:val="00906BD7"/>
    <w:rsid w:val="00922385"/>
    <w:rsid w:val="009223DF"/>
    <w:rsid w:val="00936091"/>
    <w:rsid w:val="00940D8A"/>
    <w:rsid w:val="00946AE9"/>
    <w:rsid w:val="00946F6C"/>
    <w:rsid w:val="00961FBA"/>
    <w:rsid w:val="00962258"/>
    <w:rsid w:val="00964AD3"/>
    <w:rsid w:val="009678B7"/>
    <w:rsid w:val="00970B5A"/>
    <w:rsid w:val="00981224"/>
    <w:rsid w:val="00984503"/>
    <w:rsid w:val="00984C4A"/>
    <w:rsid w:val="00992D9C"/>
    <w:rsid w:val="00996CB8"/>
    <w:rsid w:val="009A5CF7"/>
    <w:rsid w:val="009B042B"/>
    <w:rsid w:val="009B0606"/>
    <w:rsid w:val="009B1DDE"/>
    <w:rsid w:val="009B2E97"/>
    <w:rsid w:val="009C442C"/>
    <w:rsid w:val="009E07F4"/>
    <w:rsid w:val="009F309B"/>
    <w:rsid w:val="009F3142"/>
    <w:rsid w:val="009F392E"/>
    <w:rsid w:val="00A05B13"/>
    <w:rsid w:val="00A12CC9"/>
    <w:rsid w:val="00A2240C"/>
    <w:rsid w:val="00A267AB"/>
    <w:rsid w:val="00A34C78"/>
    <w:rsid w:val="00A500EA"/>
    <w:rsid w:val="00A50641"/>
    <w:rsid w:val="00A530BF"/>
    <w:rsid w:val="00A6177B"/>
    <w:rsid w:val="00A62674"/>
    <w:rsid w:val="00A66136"/>
    <w:rsid w:val="00A670F9"/>
    <w:rsid w:val="00A6715C"/>
    <w:rsid w:val="00A71189"/>
    <w:rsid w:val="00A753ED"/>
    <w:rsid w:val="00A94C2F"/>
    <w:rsid w:val="00AA4CBB"/>
    <w:rsid w:val="00AA65FA"/>
    <w:rsid w:val="00AA7351"/>
    <w:rsid w:val="00AC24E4"/>
    <w:rsid w:val="00AC27FB"/>
    <w:rsid w:val="00AD056F"/>
    <w:rsid w:val="00AD57C8"/>
    <w:rsid w:val="00AD6731"/>
    <w:rsid w:val="00AF7AD7"/>
    <w:rsid w:val="00B008D5"/>
    <w:rsid w:val="00B01462"/>
    <w:rsid w:val="00B057BE"/>
    <w:rsid w:val="00B06145"/>
    <w:rsid w:val="00B15A8D"/>
    <w:rsid w:val="00B15D0D"/>
    <w:rsid w:val="00B211EF"/>
    <w:rsid w:val="00B2400B"/>
    <w:rsid w:val="00B2530B"/>
    <w:rsid w:val="00B34218"/>
    <w:rsid w:val="00B3661A"/>
    <w:rsid w:val="00B43E7D"/>
    <w:rsid w:val="00B75D2B"/>
    <w:rsid w:val="00B75EE1"/>
    <w:rsid w:val="00B77481"/>
    <w:rsid w:val="00B8518B"/>
    <w:rsid w:val="00B91654"/>
    <w:rsid w:val="00BA0376"/>
    <w:rsid w:val="00BA20AC"/>
    <w:rsid w:val="00BA4B10"/>
    <w:rsid w:val="00BA5A75"/>
    <w:rsid w:val="00BC260A"/>
    <w:rsid w:val="00BD230A"/>
    <w:rsid w:val="00BD7358"/>
    <w:rsid w:val="00BD7E91"/>
    <w:rsid w:val="00BD7F0D"/>
    <w:rsid w:val="00BF323B"/>
    <w:rsid w:val="00BF4756"/>
    <w:rsid w:val="00C02D0A"/>
    <w:rsid w:val="00C03A6E"/>
    <w:rsid w:val="00C12C97"/>
    <w:rsid w:val="00C233B5"/>
    <w:rsid w:val="00C30C0F"/>
    <w:rsid w:val="00C3606B"/>
    <w:rsid w:val="00C420CA"/>
    <w:rsid w:val="00C44F6A"/>
    <w:rsid w:val="00C54743"/>
    <w:rsid w:val="00C6198E"/>
    <w:rsid w:val="00C778A5"/>
    <w:rsid w:val="00C8075A"/>
    <w:rsid w:val="00C95162"/>
    <w:rsid w:val="00CA0F3D"/>
    <w:rsid w:val="00CA1F3F"/>
    <w:rsid w:val="00CA59E7"/>
    <w:rsid w:val="00CA5F95"/>
    <w:rsid w:val="00CB10D4"/>
    <w:rsid w:val="00CC1ABB"/>
    <w:rsid w:val="00CC4705"/>
    <w:rsid w:val="00CD1FC4"/>
    <w:rsid w:val="00CD3E6B"/>
    <w:rsid w:val="00CD6247"/>
    <w:rsid w:val="00CD64CF"/>
    <w:rsid w:val="00CD7B19"/>
    <w:rsid w:val="00D015F4"/>
    <w:rsid w:val="00D034A0"/>
    <w:rsid w:val="00D21061"/>
    <w:rsid w:val="00D239DB"/>
    <w:rsid w:val="00D4108E"/>
    <w:rsid w:val="00D6163D"/>
    <w:rsid w:val="00D64AC7"/>
    <w:rsid w:val="00D70D53"/>
    <w:rsid w:val="00D775C0"/>
    <w:rsid w:val="00D831A3"/>
    <w:rsid w:val="00D96037"/>
    <w:rsid w:val="00D9686E"/>
    <w:rsid w:val="00DA2D31"/>
    <w:rsid w:val="00DA3711"/>
    <w:rsid w:val="00DD1211"/>
    <w:rsid w:val="00DD28CC"/>
    <w:rsid w:val="00DD46F3"/>
    <w:rsid w:val="00DE56F2"/>
    <w:rsid w:val="00DE68D5"/>
    <w:rsid w:val="00DF116D"/>
    <w:rsid w:val="00DF1887"/>
    <w:rsid w:val="00DF4901"/>
    <w:rsid w:val="00E03AA6"/>
    <w:rsid w:val="00E1013A"/>
    <w:rsid w:val="00E1528E"/>
    <w:rsid w:val="00E1776D"/>
    <w:rsid w:val="00E218B5"/>
    <w:rsid w:val="00E2667D"/>
    <w:rsid w:val="00E3633B"/>
    <w:rsid w:val="00E55D97"/>
    <w:rsid w:val="00E762E9"/>
    <w:rsid w:val="00E95EA4"/>
    <w:rsid w:val="00EB104F"/>
    <w:rsid w:val="00EB2B45"/>
    <w:rsid w:val="00EC114B"/>
    <w:rsid w:val="00EC3320"/>
    <w:rsid w:val="00ED14BD"/>
    <w:rsid w:val="00ED2004"/>
    <w:rsid w:val="00ED31DF"/>
    <w:rsid w:val="00ED498D"/>
    <w:rsid w:val="00EE6572"/>
    <w:rsid w:val="00F0092E"/>
    <w:rsid w:val="00F01587"/>
    <w:rsid w:val="00F016C7"/>
    <w:rsid w:val="00F12DEC"/>
    <w:rsid w:val="00F1715C"/>
    <w:rsid w:val="00F27FF1"/>
    <w:rsid w:val="00F310F8"/>
    <w:rsid w:val="00F315B2"/>
    <w:rsid w:val="00F32590"/>
    <w:rsid w:val="00F35617"/>
    <w:rsid w:val="00F35939"/>
    <w:rsid w:val="00F37A56"/>
    <w:rsid w:val="00F45607"/>
    <w:rsid w:val="00F53137"/>
    <w:rsid w:val="00F54FEF"/>
    <w:rsid w:val="00F659EB"/>
    <w:rsid w:val="00F813AF"/>
    <w:rsid w:val="00F8233B"/>
    <w:rsid w:val="00F86BA6"/>
    <w:rsid w:val="00F92868"/>
    <w:rsid w:val="00F9788F"/>
    <w:rsid w:val="00FA11C7"/>
    <w:rsid w:val="00FA1C30"/>
    <w:rsid w:val="00FA26A7"/>
    <w:rsid w:val="00FB6342"/>
    <w:rsid w:val="00FC6389"/>
    <w:rsid w:val="00FD0687"/>
    <w:rsid w:val="00FE586E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E2667D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073EFCC-7F5D-458B-94EF-918828682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74</TotalTime>
  <Pages>3</Pages>
  <Words>611</Words>
  <Characters>3610</Characters>
  <Application>Microsoft Office Word</Application>
  <DocSecurity>0</DocSecurity>
  <Lines>30</Lines>
  <Paragraphs>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7</cp:revision>
  <cp:lastPrinted>2021-04-30T10:23:00Z</cp:lastPrinted>
  <dcterms:created xsi:type="dcterms:W3CDTF">2023-08-07T09:48:00Z</dcterms:created>
  <dcterms:modified xsi:type="dcterms:W3CDTF">2023-08-16T11:03:00Z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